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bookmarkStart w:id="0" w:name="_GoBack"/>
      <w:bookmarkEnd w:id="0"/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>FOI Ref No: &lt;&lt;Reference_Number&gt;&gt;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</w:p>
    <w:p w:rsidR="00DF32EB" w:rsidRPr="00573616" w:rsidRDefault="00DF32EB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>&lt;&lt;Current_Date&gt;&gt;</w:t>
      </w:r>
    </w:p>
    <w:p w:rsidR="00991470" w:rsidRPr="00573616" w:rsidRDefault="00991470">
      <w:pPr>
        <w:rPr>
          <w:sz w:val="22"/>
          <w:szCs w:val="22"/>
        </w:rPr>
      </w:pPr>
    </w:p>
    <w:p w:rsidR="00991470" w:rsidRPr="00573616" w:rsidRDefault="00991470">
      <w:pPr>
        <w:rPr>
          <w:sz w:val="22"/>
          <w:szCs w:val="22"/>
        </w:rPr>
      </w:pPr>
    </w:p>
    <w:p w:rsidR="00991470" w:rsidRPr="00573616" w:rsidRDefault="00991470">
      <w:pPr>
        <w:rPr>
          <w:sz w:val="22"/>
          <w:szCs w:val="22"/>
        </w:rPr>
      </w:pPr>
      <w:r w:rsidRPr="00573616">
        <w:rPr>
          <w:sz w:val="22"/>
          <w:szCs w:val="22"/>
        </w:rPr>
        <w:t>&lt;&lt;Applicant_Title&gt;&gt; &lt;&lt;Applicant_Given_Name&gt;&gt; &lt;&lt;Applicant_Surname&gt;&gt;</w:t>
      </w:r>
    </w:p>
    <w:p w:rsidR="00991470" w:rsidRPr="00573616" w:rsidRDefault="00991470">
      <w:pPr>
        <w:rPr>
          <w:sz w:val="22"/>
          <w:szCs w:val="22"/>
        </w:rPr>
      </w:pPr>
      <w:r w:rsidRPr="00573616">
        <w:rPr>
          <w:sz w:val="22"/>
          <w:szCs w:val="22"/>
        </w:rPr>
        <w:t>&lt;&lt;Applicant_Address1&gt;&gt;</w:t>
      </w:r>
    </w:p>
    <w:p w:rsidR="00991470" w:rsidRPr="00573616" w:rsidRDefault="00991470">
      <w:pPr>
        <w:rPr>
          <w:sz w:val="22"/>
          <w:szCs w:val="22"/>
        </w:rPr>
      </w:pPr>
      <w:r w:rsidRPr="00573616">
        <w:rPr>
          <w:sz w:val="22"/>
          <w:szCs w:val="22"/>
        </w:rPr>
        <w:t>&lt;&lt;Applicant_Address2&gt;&gt;</w:t>
      </w:r>
    </w:p>
    <w:p w:rsidR="00991470" w:rsidRPr="00573616" w:rsidRDefault="00991470">
      <w:pPr>
        <w:rPr>
          <w:sz w:val="22"/>
          <w:szCs w:val="22"/>
        </w:rPr>
      </w:pPr>
      <w:r w:rsidRPr="00573616">
        <w:rPr>
          <w:sz w:val="22"/>
          <w:szCs w:val="22"/>
        </w:rPr>
        <w:t>&lt;&lt;Applicant_Suburb&gt;&gt;     &lt;&lt;Applicant_State&gt;&gt;     &lt;&lt;Applicant_Postcode&gt;&gt;</w:t>
      </w:r>
    </w:p>
    <w:p w:rsidR="00991470" w:rsidRPr="00573616" w:rsidRDefault="00991470">
      <w:pPr>
        <w:rPr>
          <w:sz w:val="22"/>
          <w:szCs w:val="22"/>
        </w:rPr>
      </w:pPr>
    </w:p>
    <w:p w:rsidR="00991470" w:rsidRPr="00573616" w:rsidRDefault="00991470">
      <w:pPr>
        <w:rPr>
          <w:sz w:val="22"/>
          <w:szCs w:val="22"/>
        </w:rPr>
      </w:pPr>
    </w:p>
    <w:p w:rsidR="00991470" w:rsidRPr="00573616" w:rsidRDefault="00991470">
      <w:pPr>
        <w:rPr>
          <w:sz w:val="22"/>
          <w:szCs w:val="22"/>
        </w:rPr>
      </w:pPr>
      <w:r w:rsidRPr="00573616">
        <w:rPr>
          <w:sz w:val="22"/>
          <w:szCs w:val="22"/>
        </w:rPr>
        <w:t>Dear &lt;&lt;Applicant_Title&gt;&gt; &lt;&lt;Applicant_Surname&gt;&gt;</w:t>
      </w:r>
    </w:p>
    <w:p w:rsidR="00991470" w:rsidRPr="00573616" w:rsidRDefault="00991470">
      <w:pPr>
        <w:rPr>
          <w:sz w:val="22"/>
          <w:szCs w:val="22"/>
        </w:rPr>
      </w:pPr>
    </w:p>
    <w:p w:rsidR="006101BE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 xml:space="preserve">I acknowledge receipt of your internal review application made under the </w:t>
      </w:r>
      <w:r w:rsidRPr="00573616">
        <w:rPr>
          <w:i/>
          <w:iCs/>
          <w:sz w:val="22"/>
          <w:szCs w:val="22"/>
        </w:rPr>
        <w:t xml:space="preserve">Freedom of Information Act 1991 </w:t>
      </w:r>
      <w:r w:rsidRPr="00573616">
        <w:rPr>
          <w:sz w:val="22"/>
          <w:szCs w:val="22"/>
        </w:rPr>
        <w:t xml:space="preserve">(the FOI Act) seeking </w:t>
      </w:r>
      <w:r w:rsidR="00F63865" w:rsidRPr="00573616">
        <w:rPr>
          <w:sz w:val="22"/>
          <w:szCs w:val="22"/>
        </w:rPr>
        <w:t xml:space="preserve">a review of </w:t>
      </w:r>
      <w:r w:rsidR="006101BE" w:rsidRPr="00573616">
        <w:rPr>
          <w:sz w:val="22"/>
          <w:szCs w:val="22"/>
        </w:rPr>
        <w:t>the following application:</w:t>
      </w:r>
    </w:p>
    <w:p w:rsidR="00573616" w:rsidRDefault="00573616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 xml:space="preserve">&lt;&lt;Application_Summary&gt;&gt;.  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 xml:space="preserve">Your </w:t>
      </w:r>
      <w:r w:rsidR="006101BE" w:rsidRPr="00573616">
        <w:rPr>
          <w:sz w:val="22"/>
          <w:szCs w:val="22"/>
        </w:rPr>
        <w:t xml:space="preserve">internal review </w:t>
      </w:r>
      <w:r w:rsidRPr="00573616">
        <w:rPr>
          <w:sz w:val="22"/>
          <w:szCs w:val="22"/>
        </w:rPr>
        <w:t>application was received on &lt;&lt;Application_Date_Received&gt;&gt; and is currently being processed in accordance with the FOI Act.  This agency is obliged to</w:t>
      </w:r>
      <w:r w:rsidR="009F262D" w:rsidRPr="00573616">
        <w:rPr>
          <w:sz w:val="22"/>
          <w:szCs w:val="22"/>
        </w:rPr>
        <w:t xml:space="preserve"> provide you with a de</w:t>
      </w:r>
      <w:r w:rsidR="00590E79" w:rsidRPr="00573616">
        <w:rPr>
          <w:sz w:val="22"/>
          <w:szCs w:val="22"/>
        </w:rPr>
        <w:t>termination</w:t>
      </w:r>
      <w:r w:rsidR="009F262D" w:rsidRPr="00573616">
        <w:rPr>
          <w:sz w:val="22"/>
          <w:szCs w:val="22"/>
        </w:rPr>
        <w:t xml:space="preserve"> </w:t>
      </w:r>
      <w:r w:rsidRPr="00573616">
        <w:rPr>
          <w:sz w:val="22"/>
          <w:szCs w:val="22"/>
        </w:rPr>
        <w:t>within 14 calendar days of receipt</w:t>
      </w:r>
      <w:r w:rsidR="009F262D" w:rsidRPr="00573616">
        <w:rPr>
          <w:sz w:val="22"/>
          <w:szCs w:val="22"/>
        </w:rPr>
        <w:t xml:space="preserve"> of your application</w:t>
      </w:r>
      <w:r w:rsidRPr="00573616">
        <w:rPr>
          <w:sz w:val="22"/>
          <w:szCs w:val="22"/>
        </w:rPr>
        <w:t xml:space="preserve">.  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</w:p>
    <w:p w:rsidR="00590E79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>If you are dissatisfied with the</w:t>
      </w:r>
      <w:r w:rsidR="00590E79" w:rsidRPr="00573616">
        <w:rPr>
          <w:sz w:val="22"/>
          <w:szCs w:val="22"/>
        </w:rPr>
        <w:t xml:space="preserve"> determination</w:t>
      </w:r>
      <w:r w:rsidRPr="00573616">
        <w:rPr>
          <w:sz w:val="22"/>
          <w:szCs w:val="22"/>
        </w:rPr>
        <w:t>, or if you do not receive a response within 14</w:t>
      </w:r>
      <w:r w:rsidR="00F532DF" w:rsidRPr="00573616">
        <w:rPr>
          <w:sz w:val="22"/>
          <w:szCs w:val="22"/>
        </w:rPr>
        <w:t> </w:t>
      </w:r>
      <w:r w:rsidR="00F63865" w:rsidRPr="00573616">
        <w:rPr>
          <w:sz w:val="22"/>
          <w:szCs w:val="22"/>
        </w:rPr>
        <w:t>calendar</w:t>
      </w:r>
      <w:r w:rsidRPr="00573616">
        <w:rPr>
          <w:sz w:val="22"/>
          <w:szCs w:val="22"/>
        </w:rPr>
        <w:t xml:space="preserve"> days, you are entitled to apply for an external review to the Ombudsman </w:t>
      </w:r>
      <w:r w:rsidR="009E33E0" w:rsidRPr="00573616">
        <w:rPr>
          <w:sz w:val="22"/>
          <w:szCs w:val="22"/>
        </w:rPr>
        <w:t>SA</w:t>
      </w:r>
      <w:r w:rsidR="00ED4B8F" w:rsidRPr="00573616">
        <w:rPr>
          <w:sz w:val="22"/>
          <w:szCs w:val="22"/>
        </w:rPr>
        <w:t xml:space="preserve">.  </w:t>
      </w:r>
      <w:r w:rsidR="009F262D" w:rsidRPr="00573616">
        <w:rPr>
          <w:sz w:val="22"/>
          <w:szCs w:val="22"/>
        </w:rPr>
        <w:t xml:space="preserve">An </w:t>
      </w:r>
      <w:r w:rsidRPr="00573616">
        <w:rPr>
          <w:sz w:val="22"/>
          <w:szCs w:val="22"/>
        </w:rPr>
        <w:t>external review application must be lodged within 30</w:t>
      </w:r>
      <w:r w:rsidR="00F63865" w:rsidRPr="00573616">
        <w:rPr>
          <w:sz w:val="22"/>
          <w:szCs w:val="22"/>
        </w:rPr>
        <w:t xml:space="preserve"> calendar</w:t>
      </w:r>
      <w:r w:rsidRPr="00573616">
        <w:rPr>
          <w:sz w:val="22"/>
          <w:szCs w:val="22"/>
        </w:rPr>
        <w:t xml:space="preserve"> days </w:t>
      </w:r>
      <w:r w:rsidR="009F262D" w:rsidRPr="00573616">
        <w:rPr>
          <w:sz w:val="22"/>
          <w:szCs w:val="22"/>
        </w:rPr>
        <w:t>of</w:t>
      </w:r>
      <w:r w:rsidRPr="00573616">
        <w:rPr>
          <w:sz w:val="22"/>
          <w:szCs w:val="22"/>
        </w:rPr>
        <w:t xml:space="preserve"> receiv</w:t>
      </w:r>
      <w:r w:rsidR="009F262D" w:rsidRPr="00573616">
        <w:rPr>
          <w:sz w:val="22"/>
          <w:szCs w:val="22"/>
        </w:rPr>
        <w:t>ing</w:t>
      </w:r>
      <w:r w:rsidRPr="00573616">
        <w:rPr>
          <w:sz w:val="22"/>
          <w:szCs w:val="22"/>
        </w:rPr>
        <w:t xml:space="preserve"> your internal review </w:t>
      </w:r>
      <w:r w:rsidR="009F262D" w:rsidRPr="00573616">
        <w:rPr>
          <w:sz w:val="22"/>
          <w:szCs w:val="22"/>
        </w:rPr>
        <w:t>decision</w:t>
      </w:r>
      <w:r w:rsidRPr="00573616">
        <w:rPr>
          <w:sz w:val="22"/>
          <w:szCs w:val="22"/>
        </w:rPr>
        <w:t xml:space="preserve">, </w:t>
      </w:r>
      <w:r w:rsidR="00590E79" w:rsidRPr="00573616">
        <w:rPr>
          <w:sz w:val="22"/>
          <w:szCs w:val="22"/>
          <w:u w:val="single"/>
        </w:rPr>
        <w:t>or</w:t>
      </w:r>
      <w:r w:rsidR="00590E79" w:rsidRPr="00573616">
        <w:rPr>
          <w:sz w:val="22"/>
          <w:szCs w:val="22"/>
        </w:rPr>
        <w:t xml:space="preserve"> within 30 calendar days after the date the determination should have been made if you have not received a response.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pacing w:val="-3"/>
          <w:sz w:val="22"/>
          <w:szCs w:val="22"/>
        </w:rPr>
        <w:t xml:space="preserve">To make an external review application </w:t>
      </w:r>
      <w:r w:rsidRPr="00573616">
        <w:rPr>
          <w:sz w:val="22"/>
          <w:szCs w:val="22"/>
        </w:rPr>
        <w:t xml:space="preserve">to the Ombudsman </w:t>
      </w:r>
      <w:r w:rsidR="009E33E0" w:rsidRPr="00573616">
        <w:rPr>
          <w:sz w:val="22"/>
          <w:szCs w:val="22"/>
        </w:rPr>
        <w:t xml:space="preserve">SA </w:t>
      </w:r>
      <w:r w:rsidRPr="00573616">
        <w:rPr>
          <w:sz w:val="22"/>
          <w:szCs w:val="22"/>
        </w:rPr>
        <w:t xml:space="preserve">please telephone (08) 8226 8699 </w:t>
      </w:r>
      <w:r w:rsidR="009F262D" w:rsidRPr="00573616">
        <w:rPr>
          <w:sz w:val="22"/>
          <w:szCs w:val="22"/>
        </w:rPr>
        <w:t xml:space="preserve">or via email to </w:t>
      </w:r>
      <w:hyperlink r:id="rId8" w:history="1">
        <w:r w:rsidR="009F262D" w:rsidRPr="00573616">
          <w:rPr>
            <w:rStyle w:val="Hyperlink"/>
            <w:rFonts w:cs="Arial"/>
            <w:sz w:val="22"/>
            <w:szCs w:val="22"/>
          </w:rPr>
          <w:t>ombudsman@ombudsman.sa.gov.au</w:t>
        </w:r>
      </w:hyperlink>
      <w:r w:rsidR="00ED4B8F" w:rsidRPr="00573616">
        <w:rPr>
          <w:sz w:val="22"/>
          <w:szCs w:val="22"/>
        </w:rPr>
        <w:t>.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 xml:space="preserve">Alternatively you can choose to </w:t>
      </w:r>
      <w:r w:rsidR="009E33E0" w:rsidRPr="00573616">
        <w:rPr>
          <w:sz w:val="22"/>
          <w:szCs w:val="22"/>
        </w:rPr>
        <w:t xml:space="preserve">apply for </w:t>
      </w:r>
      <w:r w:rsidR="00E75C89" w:rsidRPr="00573616">
        <w:rPr>
          <w:sz w:val="22"/>
          <w:szCs w:val="22"/>
        </w:rPr>
        <w:t xml:space="preserve">a review by </w:t>
      </w:r>
      <w:r w:rsidR="00D00948" w:rsidRPr="00573616">
        <w:rPr>
          <w:sz w:val="22"/>
          <w:szCs w:val="22"/>
        </w:rPr>
        <w:t>the South Australian Civil and Administrative Tribunal (SACAT)</w:t>
      </w:r>
      <w:r w:rsidRPr="00573616">
        <w:rPr>
          <w:sz w:val="22"/>
          <w:szCs w:val="22"/>
        </w:rPr>
        <w:t xml:space="preserve">.  If you wish to </w:t>
      </w:r>
      <w:r w:rsidR="009E33E0" w:rsidRPr="00573616">
        <w:rPr>
          <w:sz w:val="22"/>
          <w:szCs w:val="22"/>
        </w:rPr>
        <w:t xml:space="preserve">apply for a </w:t>
      </w:r>
      <w:r w:rsidR="00D00948" w:rsidRPr="00573616">
        <w:rPr>
          <w:sz w:val="22"/>
          <w:szCs w:val="22"/>
        </w:rPr>
        <w:t xml:space="preserve">review by SACAT, </w:t>
      </w:r>
      <w:r w:rsidRPr="00573616">
        <w:rPr>
          <w:sz w:val="22"/>
          <w:szCs w:val="22"/>
        </w:rPr>
        <w:t>you must do so within 30</w:t>
      </w:r>
      <w:r w:rsidR="00F63865" w:rsidRPr="00573616">
        <w:rPr>
          <w:sz w:val="22"/>
          <w:szCs w:val="22"/>
        </w:rPr>
        <w:t xml:space="preserve"> calendar</w:t>
      </w:r>
      <w:r w:rsidRPr="00573616">
        <w:rPr>
          <w:sz w:val="22"/>
          <w:szCs w:val="22"/>
        </w:rPr>
        <w:t xml:space="preserve"> </w:t>
      </w:r>
      <w:r w:rsidR="00D00948" w:rsidRPr="00573616">
        <w:rPr>
          <w:sz w:val="22"/>
          <w:szCs w:val="22"/>
        </w:rPr>
        <w:t xml:space="preserve">days </w:t>
      </w:r>
      <w:r w:rsidR="009F262D" w:rsidRPr="00573616">
        <w:rPr>
          <w:sz w:val="22"/>
          <w:szCs w:val="22"/>
        </w:rPr>
        <w:t>of</w:t>
      </w:r>
      <w:r w:rsidRPr="00573616">
        <w:rPr>
          <w:sz w:val="22"/>
          <w:szCs w:val="22"/>
        </w:rPr>
        <w:t xml:space="preserve"> receiv</w:t>
      </w:r>
      <w:r w:rsidR="009F262D" w:rsidRPr="00573616">
        <w:rPr>
          <w:sz w:val="22"/>
          <w:szCs w:val="22"/>
        </w:rPr>
        <w:t>ing</w:t>
      </w:r>
      <w:r w:rsidRPr="00573616">
        <w:rPr>
          <w:sz w:val="22"/>
          <w:szCs w:val="22"/>
        </w:rPr>
        <w:t xml:space="preserve"> your internal review</w:t>
      </w:r>
      <w:r w:rsidR="00846DC7" w:rsidRPr="00573616">
        <w:rPr>
          <w:sz w:val="22"/>
          <w:szCs w:val="22"/>
        </w:rPr>
        <w:t xml:space="preserve"> determination</w:t>
      </w:r>
      <w:r w:rsidRPr="00573616">
        <w:rPr>
          <w:sz w:val="22"/>
          <w:szCs w:val="22"/>
        </w:rPr>
        <w:t xml:space="preserve"> </w:t>
      </w:r>
      <w:r w:rsidR="00846DC7" w:rsidRPr="00573616">
        <w:rPr>
          <w:sz w:val="22"/>
          <w:szCs w:val="22"/>
        </w:rPr>
        <w:t>or</w:t>
      </w:r>
      <w:r w:rsidR="00013B32" w:rsidRPr="00573616">
        <w:rPr>
          <w:sz w:val="22"/>
          <w:szCs w:val="22"/>
        </w:rPr>
        <w:t>, where</w:t>
      </w:r>
      <w:r w:rsidR="00846DC7" w:rsidRPr="00573616">
        <w:rPr>
          <w:sz w:val="22"/>
          <w:szCs w:val="22"/>
        </w:rPr>
        <w:t xml:space="preserve"> </w:t>
      </w:r>
      <w:r w:rsidR="00013B32" w:rsidRPr="00573616">
        <w:rPr>
          <w:sz w:val="22"/>
          <w:szCs w:val="22"/>
        </w:rPr>
        <w:t xml:space="preserve">you have not received a response, </w:t>
      </w:r>
      <w:r w:rsidR="00846DC7" w:rsidRPr="00573616">
        <w:rPr>
          <w:sz w:val="22"/>
          <w:szCs w:val="22"/>
        </w:rPr>
        <w:t xml:space="preserve">within 30 calendar days after the date the determination should have been made.  </w:t>
      </w:r>
      <w:r w:rsidRPr="00573616">
        <w:rPr>
          <w:sz w:val="22"/>
          <w:szCs w:val="22"/>
        </w:rPr>
        <w:t xml:space="preserve">For more information, please contact </w:t>
      </w:r>
      <w:r w:rsidR="00D00948" w:rsidRPr="00573616">
        <w:rPr>
          <w:sz w:val="22"/>
          <w:szCs w:val="22"/>
        </w:rPr>
        <w:t xml:space="preserve">SACAT on </w:t>
      </w:r>
      <w:r w:rsidR="00D939D2" w:rsidRPr="00573616">
        <w:rPr>
          <w:sz w:val="22"/>
          <w:szCs w:val="22"/>
        </w:rPr>
        <w:t>1800 723 767</w:t>
      </w:r>
      <w:r w:rsidRPr="00573616">
        <w:rPr>
          <w:sz w:val="22"/>
          <w:szCs w:val="22"/>
        </w:rPr>
        <w:t>.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F532DF" w:rsidRPr="00573616" w:rsidRDefault="00F532DF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>Should you require any further information please contact me on telephone</w:t>
      </w:r>
      <w:r w:rsidRPr="00573616">
        <w:rPr>
          <w:b/>
          <w:bCs/>
          <w:sz w:val="22"/>
          <w:szCs w:val="22"/>
        </w:rPr>
        <w:t xml:space="preserve"> </w:t>
      </w:r>
      <w:r w:rsidRPr="00573616">
        <w:rPr>
          <w:sz w:val="22"/>
          <w:szCs w:val="22"/>
        </w:rPr>
        <w:t>&lt;&lt;FOI_Phone&gt;&gt;.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73616">
        <w:rPr>
          <w:sz w:val="22"/>
          <w:szCs w:val="22"/>
        </w:rPr>
        <w:t>Yours sincerely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A51FA3" w:rsidRPr="00573616" w:rsidRDefault="00A51FA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A51FA3" w:rsidRPr="00573616" w:rsidRDefault="00A51FA3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91470" w:rsidRPr="00573616" w:rsidRDefault="00991470">
      <w:pPr>
        <w:pStyle w:val="Header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573616">
        <w:rPr>
          <w:sz w:val="22"/>
          <w:szCs w:val="22"/>
        </w:rPr>
        <w:t>&lt;&lt;FOI_Given_Name&gt;&gt; &lt;&lt;FOI_Surname&gt;&gt;</w:t>
      </w:r>
    </w:p>
    <w:p w:rsidR="00991470" w:rsidRPr="00573616" w:rsidRDefault="00991470">
      <w:pPr>
        <w:rPr>
          <w:b/>
          <w:bCs/>
          <w:sz w:val="22"/>
          <w:szCs w:val="22"/>
        </w:rPr>
      </w:pPr>
      <w:r w:rsidRPr="00573616">
        <w:rPr>
          <w:b/>
          <w:bCs/>
          <w:sz w:val="22"/>
          <w:szCs w:val="22"/>
        </w:rPr>
        <w:t>Accredited FOI Officer</w:t>
      </w:r>
    </w:p>
    <w:p w:rsidR="00991470" w:rsidRPr="00573616" w:rsidRDefault="00991470">
      <w:pPr>
        <w:pStyle w:val="Header"/>
        <w:tabs>
          <w:tab w:val="clear" w:pos="4153"/>
          <w:tab w:val="clear" w:pos="8306"/>
        </w:tabs>
        <w:rPr>
          <w:sz w:val="22"/>
          <w:szCs w:val="22"/>
        </w:rPr>
      </w:pPr>
      <w:r w:rsidRPr="00573616">
        <w:rPr>
          <w:sz w:val="22"/>
          <w:szCs w:val="22"/>
        </w:rPr>
        <w:t>&lt;&lt;FOI_Agency&gt;&gt;</w:t>
      </w:r>
    </w:p>
    <w:sectPr w:rsidR="00991470" w:rsidRPr="00573616" w:rsidSect="003347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20" w:footer="720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CF7" w:rsidRDefault="00B61CF7">
      <w:r>
        <w:separator/>
      </w:r>
    </w:p>
  </w:endnote>
  <w:endnote w:type="continuationSeparator" w:id="0">
    <w:p w:rsidR="00B61CF7" w:rsidRDefault="00B6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CF" w:rsidRDefault="007276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70" w:rsidRDefault="00B625D3">
    <w:pPr>
      <w:pStyle w:val="Footer"/>
      <w:jc w:val="both"/>
      <w:rPr>
        <w:sz w:val="16"/>
        <w:szCs w:val="16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-110490</wp:posOffset>
              </wp:positionH>
              <wp:positionV relativeFrom="paragraph">
                <wp:posOffset>34290</wp:posOffset>
              </wp:positionV>
              <wp:extent cx="6144260" cy="4476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4260" cy="44767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FFFFFF">
                              <a:gamma/>
                              <a:shade val="46275"/>
                              <a:invGamma/>
                            </a:srgb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47DB" w:rsidRDefault="003347DB" w:rsidP="003347DB">
                          <w:pPr>
                            <w:pStyle w:val="ListParagraph"/>
                            <w:shd w:val="clear" w:color="auto" w:fill="808080"/>
                            <w:ind w:left="0"/>
                            <w:rPr>
                              <w:rFonts w:ascii="Arial" w:hAnsi="Arial" w:cs="Arial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:rsidR="003347DB" w:rsidRPr="006858C3" w:rsidRDefault="003347DB" w:rsidP="003347DB">
                          <w:pPr>
                            <w:pStyle w:val="ListParagraph"/>
                            <w:shd w:val="clear" w:color="auto" w:fill="808080"/>
                            <w:ind w:left="0"/>
                            <w:rPr>
                              <w:rFonts w:ascii="Arial" w:hAnsi="Arial" w:cs="Arial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6858C3">
                            <w:rPr>
                              <w:rFonts w:ascii="Arial" w:hAnsi="Arial" w:cs="Arial"/>
                              <w:b/>
                              <w:color w:val="FFFFFF"/>
                              <w:sz w:val="16"/>
                              <w:szCs w:val="16"/>
                            </w:rPr>
                            <w:t>This document is not intended to be interpreted as legal advice.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.7pt;margin-top:2.7pt;width:483.8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" stroked="f" strokecolor="white">
              <v:fill color2="#767676" rotate="t" focus="100%" type="gradient"/>
              <v:textbox>
                <w:txbxContent>
                  <w:p w:rsidR="003347DB" w:rsidRDefault="003347DB" w:rsidP="003347DB">
                    <w:pPr>
                      <w:pStyle w:val="ListParagraph"/>
                      <w:shd w:val="clear" w:color="auto" w:fill="808080"/>
                      <w:ind w:left="0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</w:p>
                  <w:p w:rsidR="003347DB" w:rsidRPr="006858C3" w:rsidRDefault="003347DB" w:rsidP="003347DB">
                    <w:pPr>
                      <w:pStyle w:val="ListParagraph"/>
                      <w:shd w:val="clear" w:color="auto" w:fill="808080"/>
                      <w:ind w:left="0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6858C3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This document is not intended to be interpreted as legal advice.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CF" w:rsidRDefault="007276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CF7" w:rsidRDefault="00B61CF7">
      <w:r>
        <w:separator/>
      </w:r>
    </w:p>
  </w:footnote>
  <w:footnote w:type="continuationSeparator" w:id="0">
    <w:p w:rsidR="00B61CF7" w:rsidRDefault="00B61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CF" w:rsidRDefault="007276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70" w:rsidRDefault="00991470">
    <w:pPr>
      <w:pStyle w:val="Header"/>
      <w:rPr>
        <w:b/>
        <w:bCs/>
        <w:i/>
        <w:iCs/>
        <w:lang w:val="en-US"/>
      </w:rPr>
    </w:pPr>
    <w:r>
      <w:rPr>
        <w:b/>
        <w:bCs/>
        <w:i/>
        <w:iCs/>
        <w:lang w:val="en-US"/>
      </w:rPr>
      <w:t>FOI Sample Letter – Acknowledgment – Internal Review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CF" w:rsidRDefault="00727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49E991"/>
    <w:multiLevelType w:val="hybridMultilevel"/>
    <w:tmpl w:val="55239294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46B374B"/>
    <w:multiLevelType w:val="hybridMultilevel"/>
    <w:tmpl w:val="CD1E6BD8"/>
    <w:lvl w:ilvl="0" w:tplc="C382076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73717F9C"/>
    <w:multiLevelType w:val="hybridMultilevel"/>
    <w:tmpl w:val="CD1E6B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attachedTemplate r:id="rId1"/>
  <w:defaultTabStop w:val="720"/>
  <w:doNotHyphenateCaps/>
  <w:drawingGridHorizontalSpacing w:val="187"/>
  <w:drawingGridVerticalSpacing w:val="12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65"/>
    <w:rsid w:val="00013B32"/>
    <w:rsid w:val="00043AB3"/>
    <w:rsid w:val="001536BA"/>
    <w:rsid w:val="001959AA"/>
    <w:rsid w:val="001B182C"/>
    <w:rsid w:val="001E0B76"/>
    <w:rsid w:val="001F548F"/>
    <w:rsid w:val="00267FE3"/>
    <w:rsid w:val="00277BD1"/>
    <w:rsid w:val="002C042B"/>
    <w:rsid w:val="002D56C7"/>
    <w:rsid w:val="003347DB"/>
    <w:rsid w:val="00362CB1"/>
    <w:rsid w:val="00370A29"/>
    <w:rsid w:val="00376441"/>
    <w:rsid w:val="003A2B5B"/>
    <w:rsid w:val="003D7F1D"/>
    <w:rsid w:val="004255B5"/>
    <w:rsid w:val="00490D94"/>
    <w:rsid w:val="005278DD"/>
    <w:rsid w:val="00573616"/>
    <w:rsid w:val="00590E79"/>
    <w:rsid w:val="006101BE"/>
    <w:rsid w:val="00683940"/>
    <w:rsid w:val="006858C3"/>
    <w:rsid w:val="007228A8"/>
    <w:rsid w:val="007276CF"/>
    <w:rsid w:val="00846DC7"/>
    <w:rsid w:val="008A338B"/>
    <w:rsid w:val="008B6A1F"/>
    <w:rsid w:val="008F3E9E"/>
    <w:rsid w:val="00990044"/>
    <w:rsid w:val="00991470"/>
    <w:rsid w:val="009E33E0"/>
    <w:rsid w:val="009E5167"/>
    <w:rsid w:val="009F262D"/>
    <w:rsid w:val="00A51FA3"/>
    <w:rsid w:val="00A77565"/>
    <w:rsid w:val="00A87387"/>
    <w:rsid w:val="00B510BF"/>
    <w:rsid w:val="00B600C9"/>
    <w:rsid w:val="00B61CF7"/>
    <w:rsid w:val="00B625D3"/>
    <w:rsid w:val="00B8099E"/>
    <w:rsid w:val="00BB12E3"/>
    <w:rsid w:val="00BC55A2"/>
    <w:rsid w:val="00BC644D"/>
    <w:rsid w:val="00BE13CE"/>
    <w:rsid w:val="00C41E93"/>
    <w:rsid w:val="00C77BD4"/>
    <w:rsid w:val="00CF3B34"/>
    <w:rsid w:val="00D00948"/>
    <w:rsid w:val="00D55209"/>
    <w:rsid w:val="00D939D2"/>
    <w:rsid w:val="00DF32EB"/>
    <w:rsid w:val="00E37210"/>
    <w:rsid w:val="00E75C89"/>
    <w:rsid w:val="00ED4B8F"/>
    <w:rsid w:val="00F23E2C"/>
    <w:rsid w:val="00F532DF"/>
    <w:rsid w:val="00F63865"/>
    <w:rsid w:val="00F90889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6A267AC3-65BD-4A64-BC82-E168B882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x-none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8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3865"/>
    <w:rPr>
      <w:rFonts w:ascii="Tahoma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rsid w:val="003347DB"/>
    <w:pPr>
      <w:ind w:left="720"/>
    </w:pPr>
    <w:rPr>
      <w:rFonts w:ascii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F26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budsman@ombudsman.sa.gov.a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RSA_Templates\Office%202010\SR%20B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5494A-BA52-4A8C-851E-FC1C611A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 Blank</Template>
  <TotalTime>0</TotalTime>
  <Pages>1</Pages>
  <Words>294</Words>
  <Characters>1681</Characters>
  <Application>Microsoft Office Word</Application>
  <DocSecurity>2</DocSecurity>
  <Lines>14</Lines>
  <Paragraphs>3</Paragraphs>
  <ScaleCrop>false</ScaleCrop>
  <Company>State Records of South Australia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20170714 FOI SAMPLE LETTER - Amended - Acknowledgment - Internal Review Final V1</dc:title>
  <dc:subject>FREEDOM OF INFORMATION ADMINISTRATION</dc:subject>
  <dc:creator>State Records of South Australia</dc:creator>
  <cp:keywords>FREEDOM OF INFORMATION ADMINISTRATION\PROCEDURES</cp:keywords>
  <dc:description/>
  <cp:lastModifiedBy>Ryan, Adam (AGD)</cp:lastModifiedBy>
  <cp:revision>2</cp:revision>
  <cp:lastPrinted>2011-10-05T07:06:00Z</cp:lastPrinted>
  <dcterms:created xsi:type="dcterms:W3CDTF">2019-06-19T03:04:00Z</dcterms:created>
  <dcterms:modified xsi:type="dcterms:W3CDTF">2019-06-19T03:04:00Z</dcterms:modified>
  <cp:category>Freedom_Of_Information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wState">
    <vt:i4>1</vt:i4>
  </property>
  <property fmtid="{D5CDD505-2E9C-101B-9397-08002B2CF9AE}" pid="3" name="Version No">
    <vt:i4>1</vt:i4>
  </property>
  <property fmtid="{D5CDD505-2E9C-101B-9397-08002B2CF9AE}" pid="4" name="Record Title">
    <vt:lpwstr>FOI SAMPLE LETTER - Amended - Acknowledgment - Internal Review</vt:lpwstr>
  </property>
  <property fmtid="{D5CDD505-2E9C-101B-9397-08002B2CF9AE}" pid="5" name="Agent Title.Recipient">
    <vt:lpwstr>Michelle Rowett</vt:lpwstr>
  </property>
  <property fmtid="{D5CDD505-2E9C-101B-9397-08002B2CF9AE}" pid="6" name="_SelfApproval">
    <vt:bool>true</vt:bool>
  </property>
  <property fmtid="{D5CDD505-2E9C-101B-9397-08002B2CF9AE}" pid="7" name="_DocumentID">
    <vt:bool>false</vt:bool>
  </property>
  <property fmtid="{D5CDD505-2E9C-101B-9397-08002B2CF9AE}" pid="8" name="Recipients Name">
    <vt:lpwstr>Michelle Row</vt:lpwstr>
  </property>
  <property fmtid="{D5CDD505-2E9C-101B-9397-08002B2CF9AE}" pid="9" name="Control No Prefix">
    <vt:lpwstr/>
  </property>
  <property fmtid="{D5CDD505-2E9C-101B-9397-08002B2CF9AE}" pid="10" name="Control No">
    <vt:lpwstr/>
  </property>
  <property fmtid="{D5CDD505-2E9C-101B-9397-08002B2CF9AE}" pid="11" name="Control No Prefix To Use">
    <vt:lpwstr/>
  </property>
  <property fmtid="{D5CDD505-2E9C-101B-9397-08002B2CF9AE}" pid="12" name="Folder Name">
    <vt:lpwstr>$SR09-00467 - FOI &amp; FOIMS Sample Letters &amp; Forms</vt:lpwstr>
  </property>
  <property fmtid="{D5CDD505-2E9C-101B-9397-08002B2CF9AE}" pid="13" name="Line Of Business">
    <vt:lpwstr>Freedom_Of_Information</vt:lpwstr>
  </property>
  <property fmtid="{D5CDD505-2E9C-101B-9397-08002B2CF9AE}" pid="14" name="Record Access.Issued Date">
    <vt:lpwstr>2017-07-13</vt:lpwstr>
  </property>
  <property fmtid="{D5CDD505-2E9C-101B-9397-08002B2CF9AE}" pid="15" name="Record Access.Access Rights">
    <vt:lpwstr>Open</vt:lpwstr>
  </property>
  <property fmtid="{D5CDD505-2E9C-101B-9397-08002B2CF9AE}" pid="16" name="Record Access.Caveat">
    <vt:lpwstr>None</vt:lpwstr>
  </property>
  <property fmtid="{D5CDD505-2E9C-101B-9397-08002B2CF9AE}" pid="17" name="Record Access.Determination Date">
    <vt:lpwstr>2017-07-13</vt:lpwstr>
  </property>
  <property fmtid="{D5CDD505-2E9C-101B-9397-08002B2CF9AE}" pid="18" name="Record Access.Review Due Date">
    <vt:lpwstr>2018-12-07</vt:lpwstr>
  </property>
  <property fmtid="{D5CDD505-2E9C-101B-9397-08002B2CF9AE}" pid="19" name="Record Access.Security Classification">
    <vt:lpwstr>Unrestricted</vt:lpwstr>
  </property>
  <property fmtid="{D5CDD505-2E9C-101B-9397-08002B2CF9AE}" pid="20" name="Record Category Type">
    <vt:lpwstr>Document</vt:lpwstr>
  </property>
  <property fmtid="{D5CDD505-2E9C-101B-9397-08002B2CF9AE}" pid="21" name="Record Classification.Function">
    <vt:lpwstr>FREEDOM OF INFORMATION ADMINISTRATION</vt:lpwstr>
  </property>
  <property fmtid="{D5CDD505-2E9C-101B-9397-08002B2CF9AE}" pid="22" name="Record Classification.Activity">
    <vt:lpwstr>PROCEDURES</vt:lpwstr>
  </property>
  <property fmtid="{D5CDD505-2E9C-101B-9397-08002B2CF9AE}" pid="23" name="Record Classification.Subject">
    <vt:lpwstr>$SR09-00467 - FOI &amp; FOIMS Sample Letters &amp; Forms</vt:lpwstr>
  </property>
  <property fmtid="{D5CDD505-2E9C-101B-9397-08002B2CF9AE}" pid="24" name="Record Coverage.Jurisdiction">
    <vt:lpwstr>SA</vt:lpwstr>
  </property>
  <property fmtid="{D5CDD505-2E9C-101B-9397-08002B2CF9AE}" pid="25" name="Record Date.Date Created">
    <vt:lpwstr>2011-03-15</vt:lpwstr>
  </property>
  <property fmtid="{D5CDD505-2E9C-101B-9397-08002B2CF9AE}" pid="26" name="Record Date.Date Issued">
    <vt:lpwstr>2017-07-04</vt:lpwstr>
  </property>
  <property fmtid="{D5CDD505-2E9C-101B-9397-08002B2CF9AE}" pid="27" name="Record Date.Date Approved">
    <vt:lpwstr>2017-07-14</vt:lpwstr>
  </property>
  <property fmtid="{D5CDD505-2E9C-101B-9397-08002B2CF9AE}" pid="28" name="Record Format">
    <vt:lpwstr>application/msword</vt:lpwstr>
  </property>
  <property fmtid="{D5CDD505-2E9C-101B-9397-08002B2CF9AE}" pid="29" name="Record Relation.Relationship HasVersion">
    <vt:lpwstr>1</vt:lpwstr>
  </property>
  <property fmtid="{D5CDD505-2E9C-101B-9397-08002B2CF9AE}" pid="30" name="Record Identifier.Domain">
    <vt:lpwstr>State Records of South Australia</vt:lpwstr>
  </property>
  <property fmtid="{D5CDD505-2E9C-101B-9397-08002B2CF9AE}" pid="31" name="Record Identifier.FileNumber">
    <vt:lpwstr>SR09/00467</vt:lpwstr>
  </property>
  <property fmtid="{D5CDD505-2E9C-101B-9397-08002B2CF9AE}" pid="32" name="Record Identifier.PhysicalID">
    <vt:lpwstr/>
  </property>
  <property fmtid="{D5CDD505-2E9C-101B-9397-08002B2CF9AE}" pid="33" name="Record Language">
    <vt:lpwstr>RFC3066/en-au</vt:lpwstr>
  </property>
  <property fmtid="{D5CDD505-2E9C-101B-9397-08002B2CF9AE}" pid="34" name="Record Location.Current Location">
    <vt:lpwstr>G:\FREEDOM OF INFORMATION ADMINISTRATION\PROCEDURES\$SR09-00467 - FOI &amp; FOIMS Sample Letters &amp; Forms\20170714 FOI SAMPLE LETTER - Amended - Acknowledgment - Internal Review Final V1.rtf</vt:lpwstr>
  </property>
  <property fmtid="{D5CDD505-2E9C-101B-9397-08002B2CF9AE}" pid="35" name="Record Subject.Keyword">
    <vt:lpwstr/>
  </property>
  <property fmtid="{D5CDD505-2E9C-101B-9397-08002B2CF9AE}" pid="36" name="Record Template">
    <vt:lpwstr>SR Blank</vt:lpwstr>
  </property>
  <property fmtid="{D5CDD505-2E9C-101B-9397-08002B2CF9AE}" pid="37" name="Record Title.Alternative">
    <vt:lpwstr/>
  </property>
  <property fmtid="{D5CDD505-2E9C-101B-9397-08002B2CF9AE}" pid="38" name="Record Type">
    <vt:lpwstr>Instructions</vt:lpwstr>
  </property>
  <property fmtid="{D5CDD505-2E9C-101B-9397-08002B2CF9AE}" pid="39" name="Agent Location.Business Address">
    <vt:lpwstr>GPO Box 464, Adelaide SA 5001</vt:lpwstr>
  </property>
  <property fmtid="{D5CDD505-2E9C-101B-9397-08002B2CF9AE}" pid="40" name="Agent Title.Approver">
    <vt:lpwstr>Natalie Cullen, Senior Privacy Officer</vt:lpwstr>
  </property>
  <property fmtid="{D5CDD505-2E9C-101B-9397-08002B2CF9AE}" pid="41" name="Agent Title.Approver.EmailAddress">
    <vt:lpwstr>Cullen, Natalie (AGD)</vt:lpwstr>
  </property>
  <property fmtid="{D5CDD505-2E9C-101B-9397-08002B2CF9AE}" pid="42" name="Agent Title.Contributor">
    <vt:lpwstr>Natalie Cullen; Tracey Brealey; Sandra Farquhar; Natalie; Ann-Marie Fishburn; Michelle Rowett; Kirsten Sweeney</vt:lpwstr>
  </property>
  <property fmtid="{D5CDD505-2E9C-101B-9397-08002B2CF9AE}" pid="43" name="Agent Title.Contact.GroupName">
    <vt:lpwstr>Freedom of Information Enquiries</vt:lpwstr>
  </property>
  <property fmtid="{D5CDD505-2E9C-101B-9397-08002B2CF9AE}" pid="44" name="Agent Title.Contact.Name">
    <vt:lpwstr>Michelle Rowett</vt:lpwstr>
  </property>
  <property fmtid="{D5CDD505-2E9C-101B-9397-08002B2CF9AE}" pid="45" name="Agent Title.Contact.Telephone">
    <vt:lpwstr>Tel (+61 8) 8204 8786</vt:lpwstr>
  </property>
  <property fmtid="{D5CDD505-2E9C-101B-9397-08002B2CF9AE}" pid="46" name="Agent Title.Contact.Fax">
    <vt:lpwstr>Fax (+61 8) 8204 8777 DX:336</vt:lpwstr>
  </property>
  <property fmtid="{D5CDD505-2E9C-101B-9397-08002B2CF9AE}" pid="47" name="Agent Title.Contact.EmailAddress">
    <vt:lpwstr>FOI@sa.gov.au</vt:lpwstr>
  </property>
  <property fmtid="{D5CDD505-2E9C-101B-9397-08002B2CF9AE}" pid="48" name="Agent Title.Contact.Website">
    <vt:lpwstr>www.archives.sa.gov.au</vt:lpwstr>
  </property>
  <property fmtid="{D5CDD505-2E9C-101B-9397-08002B2CF9AE}" pid="49" name="Agent Title.Creator">
    <vt:lpwstr>Natalie Cullen</vt:lpwstr>
  </property>
  <property fmtid="{D5CDD505-2E9C-101B-9397-08002B2CF9AE}" pid="50" name="Agent Title.Signatory">
    <vt:lpwstr>Natalie Cullen, Senior Privacy Officer</vt:lpwstr>
  </property>
  <property fmtid="{D5CDD505-2E9C-101B-9397-08002B2CF9AE}" pid="51" name="Agent Title.Signatory.Addr1">
    <vt:lpwstr>GPO Box 2343</vt:lpwstr>
  </property>
  <property fmtid="{D5CDD505-2E9C-101B-9397-08002B2CF9AE}" pid="52" name="Agent Title.Signatory.Addr2">
    <vt:lpwstr>Adelaide SA 5001</vt:lpwstr>
  </property>
  <property fmtid="{D5CDD505-2E9C-101B-9397-08002B2CF9AE}" pid="53" name="Agent Title.Signatory.GroupName">
    <vt:lpwstr>Freedom Of Information &amp; Privacy</vt:lpwstr>
  </property>
  <property fmtid="{D5CDD505-2E9C-101B-9397-08002B2CF9AE}" pid="54" name="Agent Title.Signatory.Name">
    <vt:lpwstr>Natalie Cullen</vt:lpwstr>
  </property>
  <property fmtid="{D5CDD505-2E9C-101B-9397-08002B2CF9AE}" pid="55" name="Agent Title.Signatory.Title">
    <vt:lpwstr>SENIOR PRIVACY OFFICER</vt:lpwstr>
  </property>
</Properties>
</file>